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AC5" w:rsidRPr="007C6BED" w:rsidRDefault="00533AC5" w:rsidP="00280ED9">
      <w:pPr>
        <w:spacing w:after="15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C6BED">
        <w:rPr>
          <w:rFonts w:ascii="Times New Roman" w:hAnsi="Times New Roman"/>
          <w:color w:val="000000"/>
          <w:sz w:val="28"/>
          <w:szCs w:val="28"/>
        </w:rPr>
        <w:t>Повышение качества государственных услуг населению это важный аспект противодействию  коррупции и повышения доверия граждан к деятельности государственных органов.</w:t>
      </w:r>
    </w:p>
    <w:p w:rsidR="00533AC5" w:rsidRPr="007C6BED" w:rsidRDefault="00533AC5" w:rsidP="00280ED9">
      <w:pPr>
        <w:spacing w:after="15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7C6BED">
        <w:rPr>
          <w:rFonts w:ascii="Times New Roman" w:hAnsi="Times New Roman"/>
          <w:color w:val="000000"/>
          <w:sz w:val="28"/>
          <w:szCs w:val="28"/>
        </w:rPr>
        <w:t>Государственные услуги оказываются на основе следующих основных принципов:</w:t>
      </w:r>
    </w:p>
    <w:p w:rsidR="00533AC5" w:rsidRPr="007C6BED" w:rsidRDefault="00533AC5" w:rsidP="001C28A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7C6BED">
        <w:rPr>
          <w:rFonts w:ascii="Times New Roman" w:hAnsi="Times New Roman"/>
          <w:color w:val="333333"/>
          <w:sz w:val="28"/>
          <w:szCs w:val="28"/>
        </w:rPr>
        <w:t>равного доступа услугополучателям без какой-либо дискриминации по мотивам происхождения, социального, должностного и имущественного положения, пола, расы, национальности, языка, отношения к религии, убеждений, места жительства или по любым иным обстоятельствам;</w:t>
      </w:r>
    </w:p>
    <w:p w:rsidR="00533AC5" w:rsidRPr="007C6BED" w:rsidRDefault="00533AC5" w:rsidP="001C28A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7C6BED">
        <w:rPr>
          <w:rFonts w:ascii="Times New Roman" w:hAnsi="Times New Roman"/>
          <w:color w:val="333333"/>
          <w:sz w:val="28"/>
          <w:szCs w:val="28"/>
        </w:rPr>
        <w:t>недопустимости проявлений бюрократизма и волокиты при оказании государственных услуг;</w:t>
      </w:r>
    </w:p>
    <w:p w:rsidR="00533AC5" w:rsidRPr="007C6BED" w:rsidRDefault="00533AC5" w:rsidP="001C28A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7C6BED">
        <w:rPr>
          <w:rFonts w:ascii="Times New Roman" w:hAnsi="Times New Roman"/>
          <w:color w:val="333333"/>
          <w:sz w:val="28"/>
          <w:szCs w:val="28"/>
        </w:rPr>
        <w:t>подотчетности и прозрачности в сфере оказания государственных услуг;</w:t>
      </w:r>
    </w:p>
    <w:p w:rsidR="00533AC5" w:rsidRPr="007C6BED" w:rsidRDefault="00533AC5" w:rsidP="001C28A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7C6BED">
        <w:rPr>
          <w:rFonts w:ascii="Times New Roman" w:hAnsi="Times New Roman"/>
          <w:color w:val="333333"/>
          <w:sz w:val="28"/>
          <w:szCs w:val="28"/>
        </w:rPr>
        <w:t>качества и доступности государственных услуг;</w:t>
      </w:r>
    </w:p>
    <w:p w:rsidR="00533AC5" w:rsidRPr="007C6BED" w:rsidRDefault="00533AC5" w:rsidP="001C28A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7C6BED">
        <w:rPr>
          <w:rFonts w:ascii="Times New Roman" w:hAnsi="Times New Roman"/>
          <w:color w:val="333333"/>
          <w:sz w:val="28"/>
          <w:szCs w:val="28"/>
        </w:rPr>
        <w:t>постоянного совершенствования процесса оказания государственных услуг;</w:t>
      </w:r>
    </w:p>
    <w:p w:rsidR="00533AC5" w:rsidRPr="007C6BED" w:rsidRDefault="00533AC5" w:rsidP="001C28A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7C6BED">
        <w:rPr>
          <w:rFonts w:ascii="Times New Roman" w:hAnsi="Times New Roman"/>
          <w:color w:val="333333"/>
          <w:sz w:val="28"/>
          <w:szCs w:val="28"/>
        </w:rPr>
        <w:t>экономичности и эффективности при оказании государственных услуг.</w:t>
      </w:r>
    </w:p>
    <w:p w:rsidR="00533AC5" w:rsidRPr="007C6BED" w:rsidRDefault="00533AC5" w:rsidP="00280ED9">
      <w:pPr>
        <w:spacing w:after="15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5C45BD">
        <w:rPr>
          <w:rFonts w:ascii="Times New Roman" w:hAnsi="Times New Roman"/>
          <w:b/>
          <w:color w:val="000000"/>
          <w:sz w:val="28"/>
          <w:szCs w:val="28"/>
          <w:u w:val="single"/>
        </w:rPr>
        <w:t>КГУ «Токтамысская средняя школа»</w:t>
      </w:r>
      <w:r w:rsidRPr="007C6BED">
        <w:rPr>
          <w:rFonts w:ascii="Times New Roman" w:hAnsi="Times New Roman"/>
          <w:color w:val="000000"/>
          <w:sz w:val="28"/>
          <w:szCs w:val="28"/>
        </w:rPr>
        <w:t xml:space="preserve">  является </w:t>
      </w:r>
      <w:r>
        <w:rPr>
          <w:rFonts w:ascii="Times New Roman" w:hAnsi="Times New Roman"/>
          <w:color w:val="000000"/>
          <w:sz w:val="28"/>
          <w:szCs w:val="28"/>
        </w:rPr>
        <w:t>организацией образования, оказывающей</w:t>
      </w:r>
      <w:r w:rsidRPr="007C6BED">
        <w:rPr>
          <w:rFonts w:ascii="Times New Roman" w:hAnsi="Times New Roman"/>
          <w:color w:val="000000"/>
          <w:sz w:val="28"/>
          <w:szCs w:val="28"/>
        </w:rPr>
        <w:t xml:space="preserve"> государственные услуги в соответствии с законодательством Республики Казахстан от 15.04.2013 года «О государственных услугах».</w:t>
      </w:r>
    </w:p>
    <w:p w:rsidR="00533AC5" w:rsidRPr="007C6BED" w:rsidRDefault="00533AC5" w:rsidP="00280ED9">
      <w:pPr>
        <w:spacing w:after="15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Коммунальное г</w:t>
      </w:r>
      <w:r w:rsidRPr="007C6BED">
        <w:rPr>
          <w:rFonts w:ascii="Times New Roman" w:hAnsi="Times New Roman"/>
          <w:color w:val="000000"/>
          <w:sz w:val="28"/>
          <w:szCs w:val="28"/>
        </w:rPr>
        <w:t>осуда</w:t>
      </w:r>
      <w:r>
        <w:rPr>
          <w:rFonts w:ascii="Times New Roman" w:hAnsi="Times New Roman"/>
          <w:color w:val="000000"/>
          <w:sz w:val="28"/>
          <w:szCs w:val="28"/>
        </w:rPr>
        <w:t>рственное учреждение оказывает 5 государственных услуг</w:t>
      </w:r>
      <w:r w:rsidRPr="007C6BED">
        <w:rPr>
          <w:rFonts w:ascii="Times New Roman" w:hAnsi="Times New Roman"/>
          <w:color w:val="000000"/>
          <w:sz w:val="28"/>
          <w:szCs w:val="28"/>
        </w:rPr>
        <w:t>:</w:t>
      </w:r>
    </w:p>
    <w:p w:rsidR="00533AC5" w:rsidRPr="007C6BED" w:rsidRDefault="00533AC5" w:rsidP="001C28A0">
      <w:pPr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Pr="007C6BED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7C6BED">
        <w:rPr>
          <w:rFonts w:ascii="Times New Roman" w:hAnsi="Times New Roman"/>
          <w:b/>
          <w:bCs/>
          <w:color w:val="000000"/>
          <w:sz w:val="28"/>
          <w:szCs w:val="28"/>
        </w:rPr>
        <w:t>«Прием документов и зачисление в организации образования независимо от ведомстве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нной подчиненности для обучения </w:t>
      </w:r>
      <w:r w:rsidRPr="007C6BED">
        <w:rPr>
          <w:rFonts w:ascii="Times New Roman" w:hAnsi="Times New Roman"/>
          <w:b/>
          <w:bCs/>
          <w:color w:val="000000"/>
          <w:sz w:val="28"/>
          <w:szCs w:val="28"/>
        </w:rPr>
        <w:t>по общеобразовательным программам начального, основного среднего, общего среднего образования».</w:t>
      </w:r>
    </w:p>
    <w:p w:rsidR="00533AC5" w:rsidRPr="007C6BED" w:rsidRDefault="00533AC5" w:rsidP="001C28A0">
      <w:pPr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6BED">
        <w:rPr>
          <w:rFonts w:ascii="Times New Roman" w:hAnsi="Times New Roman"/>
          <w:color w:val="000000"/>
          <w:sz w:val="28"/>
          <w:szCs w:val="28"/>
        </w:rPr>
        <w:t>Государственная услуга оказывается на бесплатной основе.</w:t>
      </w:r>
    </w:p>
    <w:p w:rsidR="00533AC5" w:rsidRPr="007C6BED" w:rsidRDefault="00533AC5" w:rsidP="001C28A0">
      <w:pPr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6BED">
        <w:rPr>
          <w:rFonts w:ascii="Times New Roman" w:hAnsi="Times New Roman"/>
          <w:color w:val="000000"/>
          <w:sz w:val="28"/>
          <w:szCs w:val="28"/>
        </w:rPr>
        <w:t>Форма оказания государственной услуги: электронная, бумажная.</w:t>
      </w:r>
    </w:p>
    <w:p w:rsidR="00533AC5" w:rsidRPr="007C6BED" w:rsidRDefault="00533AC5" w:rsidP="001C28A0">
      <w:pPr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6BED">
        <w:rPr>
          <w:rFonts w:ascii="Times New Roman" w:hAnsi="Times New Roman"/>
          <w:color w:val="000000"/>
          <w:sz w:val="28"/>
          <w:szCs w:val="28"/>
        </w:rPr>
        <w:t xml:space="preserve">В 2017 году оказано- </w:t>
      </w:r>
      <w:r>
        <w:rPr>
          <w:rFonts w:ascii="Times New Roman" w:hAnsi="Times New Roman"/>
          <w:color w:val="000000"/>
          <w:sz w:val="28"/>
          <w:szCs w:val="28"/>
        </w:rPr>
        <w:t xml:space="preserve"> 36  услуг через организацию</w:t>
      </w:r>
      <w:r w:rsidRPr="007C6BED">
        <w:rPr>
          <w:rFonts w:ascii="Times New Roman" w:hAnsi="Times New Roman"/>
          <w:color w:val="000000"/>
          <w:sz w:val="28"/>
          <w:szCs w:val="28"/>
        </w:rPr>
        <w:t xml:space="preserve"> образования.</w:t>
      </w:r>
    </w:p>
    <w:p w:rsidR="00533AC5" w:rsidRPr="007C6BED" w:rsidRDefault="00533AC5" w:rsidP="001C28A0">
      <w:pPr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2</w:t>
      </w:r>
      <w:r w:rsidRPr="007C6BED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7C6BED">
        <w:rPr>
          <w:rFonts w:ascii="Times New Roman" w:hAnsi="Times New Roman"/>
          <w:b/>
          <w:bCs/>
          <w:color w:val="000000"/>
          <w:sz w:val="28"/>
          <w:szCs w:val="28"/>
        </w:rPr>
        <w:t>«Прием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образования».</w:t>
      </w:r>
    </w:p>
    <w:p w:rsidR="00533AC5" w:rsidRPr="007C6BED" w:rsidRDefault="00533AC5" w:rsidP="001C28A0">
      <w:pPr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6BED">
        <w:rPr>
          <w:rFonts w:ascii="Times New Roman" w:hAnsi="Times New Roman"/>
          <w:color w:val="000000"/>
          <w:sz w:val="28"/>
          <w:szCs w:val="28"/>
        </w:rPr>
        <w:t>Государственная услуга оказывается на бесплатной основе. </w:t>
      </w:r>
    </w:p>
    <w:p w:rsidR="00533AC5" w:rsidRPr="007C6BED" w:rsidRDefault="00533AC5" w:rsidP="001C28A0">
      <w:pPr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6BED">
        <w:rPr>
          <w:rFonts w:ascii="Times New Roman" w:hAnsi="Times New Roman"/>
          <w:color w:val="000000"/>
          <w:sz w:val="28"/>
          <w:szCs w:val="28"/>
        </w:rPr>
        <w:t>Форма оказания государственных услуг — бумажная. </w:t>
      </w:r>
    </w:p>
    <w:p w:rsidR="00533AC5" w:rsidRPr="007C6BED" w:rsidRDefault="00533AC5" w:rsidP="001C28A0">
      <w:pPr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6BED">
        <w:rPr>
          <w:rFonts w:ascii="Times New Roman" w:hAnsi="Times New Roman"/>
          <w:color w:val="000000"/>
          <w:sz w:val="28"/>
          <w:szCs w:val="28"/>
        </w:rPr>
        <w:t xml:space="preserve">В 2017 году оказано- </w:t>
      </w:r>
      <w:r w:rsidRPr="005C45BD">
        <w:rPr>
          <w:rFonts w:ascii="Times New Roman" w:hAnsi="Times New Roman"/>
          <w:b/>
          <w:color w:val="000000"/>
          <w:sz w:val="28"/>
          <w:szCs w:val="28"/>
          <w:u w:val="single"/>
        </w:rPr>
        <w:t>0</w:t>
      </w:r>
      <w:r w:rsidRPr="007C6BED">
        <w:rPr>
          <w:rFonts w:ascii="Times New Roman" w:hAnsi="Times New Roman"/>
          <w:color w:val="000000"/>
          <w:sz w:val="28"/>
          <w:szCs w:val="28"/>
        </w:rPr>
        <w:t xml:space="preserve"> услуг  через </w:t>
      </w:r>
      <w:r>
        <w:rPr>
          <w:rFonts w:ascii="Times New Roman" w:hAnsi="Times New Roman"/>
          <w:color w:val="000000"/>
          <w:sz w:val="28"/>
          <w:szCs w:val="28"/>
        </w:rPr>
        <w:t>организацию образования</w:t>
      </w:r>
      <w:r w:rsidRPr="007C6BED">
        <w:rPr>
          <w:rFonts w:ascii="Times New Roman" w:hAnsi="Times New Roman"/>
          <w:color w:val="000000"/>
          <w:sz w:val="28"/>
          <w:szCs w:val="28"/>
        </w:rPr>
        <w:t>.</w:t>
      </w:r>
    </w:p>
    <w:p w:rsidR="00533AC5" w:rsidRPr="007C6BED" w:rsidRDefault="00533AC5" w:rsidP="001C28A0">
      <w:pPr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 w:rsidRPr="007C6BED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7C6BED">
        <w:rPr>
          <w:rFonts w:ascii="Times New Roman" w:hAnsi="Times New Roman"/>
          <w:b/>
          <w:bCs/>
          <w:color w:val="000000"/>
          <w:sz w:val="28"/>
          <w:szCs w:val="28"/>
        </w:rPr>
        <w:t>«Выдача дубликатов документов об основном среднем, общем среднем образовании».</w:t>
      </w:r>
    </w:p>
    <w:p w:rsidR="00533AC5" w:rsidRPr="007C6BED" w:rsidRDefault="00533AC5" w:rsidP="001C28A0">
      <w:pPr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6BED">
        <w:rPr>
          <w:rFonts w:ascii="Times New Roman" w:hAnsi="Times New Roman"/>
          <w:color w:val="000000"/>
          <w:sz w:val="28"/>
          <w:szCs w:val="28"/>
        </w:rPr>
        <w:t>Государственная услуга оказывается на бесплатной основе. </w:t>
      </w:r>
    </w:p>
    <w:p w:rsidR="00533AC5" w:rsidRPr="007C6BED" w:rsidRDefault="00533AC5" w:rsidP="001C28A0">
      <w:pPr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6BED">
        <w:rPr>
          <w:rFonts w:ascii="Times New Roman" w:hAnsi="Times New Roman"/>
          <w:color w:val="000000"/>
          <w:sz w:val="28"/>
          <w:szCs w:val="28"/>
        </w:rPr>
        <w:t>Форма оказания государственной услуги: бумажная.</w:t>
      </w:r>
    </w:p>
    <w:p w:rsidR="00533AC5" w:rsidRPr="007C6BED" w:rsidRDefault="00533AC5" w:rsidP="001C28A0">
      <w:pPr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6BED">
        <w:rPr>
          <w:rFonts w:ascii="Times New Roman" w:hAnsi="Times New Roman"/>
          <w:color w:val="000000"/>
          <w:sz w:val="28"/>
          <w:szCs w:val="28"/>
        </w:rPr>
        <w:t xml:space="preserve">В 2017 году оказано- </w:t>
      </w:r>
      <w:r w:rsidRPr="005C45BD">
        <w:rPr>
          <w:rFonts w:ascii="Times New Roman" w:hAnsi="Times New Roman"/>
          <w:b/>
          <w:color w:val="000000"/>
          <w:sz w:val="28"/>
          <w:szCs w:val="28"/>
          <w:u w:val="single"/>
        </w:rPr>
        <w:t>2</w:t>
      </w:r>
      <w:r w:rsidRPr="007C6BED">
        <w:rPr>
          <w:rFonts w:ascii="Times New Roman" w:hAnsi="Times New Roman"/>
          <w:color w:val="000000"/>
          <w:sz w:val="28"/>
          <w:szCs w:val="28"/>
        </w:rPr>
        <w:t xml:space="preserve"> услуг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7C6BED">
        <w:rPr>
          <w:rFonts w:ascii="Times New Roman" w:hAnsi="Times New Roman"/>
          <w:color w:val="000000"/>
          <w:sz w:val="28"/>
          <w:szCs w:val="28"/>
        </w:rPr>
        <w:t xml:space="preserve">  через </w:t>
      </w:r>
      <w:r>
        <w:rPr>
          <w:rFonts w:ascii="Times New Roman" w:hAnsi="Times New Roman"/>
          <w:color w:val="000000"/>
          <w:sz w:val="28"/>
          <w:szCs w:val="28"/>
        </w:rPr>
        <w:t>организацию образования</w:t>
      </w:r>
      <w:r w:rsidRPr="007C6BED">
        <w:rPr>
          <w:rFonts w:ascii="Times New Roman" w:hAnsi="Times New Roman"/>
          <w:color w:val="000000"/>
          <w:sz w:val="28"/>
          <w:szCs w:val="28"/>
        </w:rPr>
        <w:t>.</w:t>
      </w:r>
    </w:p>
    <w:p w:rsidR="00533AC5" w:rsidRPr="007C6BED" w:rsidRDefault="00533AC5" w:rsidP="001C28A0">
      <w:pPr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4</w:t>
      </w:r>
      <w:r w:rsidRPr="007C6BED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7C6BED">
        <w:rPr>
          <w:rFonts w:ascii="Times New Roman" w:hAnsi="Times New Roman"/>
          <w:b/>
          <w:bCs/>
          <w:color w:val="000000"/>
          <w:sz w:val="28"/>
          <w:szCs w:val="28"/>
        </w:rPr>
        <w:t>«Прием документов для прохождения аттестации на присвоение (подтверждение) квалификационных категорий педагогическим работникам и приравненным к ним лицам организаций образования, реализующих программы дошкольного воспитания и обучения, начального, основного среднего, общего среднего, технического и профессионального, послесреднего образования».</w:t>
      </w:r>
    </w:p>
    <w:p w:rsidR="00533AC5" w:rsidRPr="007C6BED" w:rsidRDefault="00533AC5" w:rsidP="001C28A0">
      <w:pPr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6BED">
        <w:rPr>
          <w:rFonts w:ascii="Times New Roman" w:hAnsi="Times New Roman"/>
          <w:color w:val="000000"/>
          <w:sz w:val="28"/>
          <w:szCs w:val="28"/>
        </w:rPr>
        <w:t>Государственная услуга оказывается на бесплатной основе. </w:t>
      </w:r>
    </w:p>
    <w:p w:rsidR="00533AC5" w:rsidRPr="007C6BED" w:rsidRDefault="00533AC5" w:rsidP="001C28A0">
      <w:pPr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6BED">
        <w:rPr>
          <w:rFonts w:ascii="Times New Roman" w:hAnsi="Times New Roman"/>
          <w:color w:val="000000"/>
          <w:sz w:val="28"/>
          <w:szCs w:val="28"/>
        </w:rPr>
        <w:t>Форма оказания государственных услуг —  бумажная. </w:t>
      </w:r>
    </w:p>
    <w:p w:rsidR="00533AC5" w:rsidRDefault="00533AC5" w:rsidP="001C28A0">
      <w:pPr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6BED">
        <w:rPr>
          <w:rFonts w:ascii="Times New Roman" w:hAnsi="Times New Roman"/>
          <w:color w:val="000000"/>
          <w:sz w:val="28"/>
          <w:szCs w:val="28"/>
        </w:rPr>
        <w:t xml:space="preserve">В 2017 году оказано- </w:t>
      </w:r>
      <w:r>
        <w:rPr>
          <w:rFonts w:ascii="Times New Roman" w:hAnsi="Times New Roman"/>
          <w:color w:val="000000"/>
          <w:sz w:val="28"/>
          <w:szCs w:val="28"/>
        </w:rPr>
        <w:t>4 услуги</w:t>
      </w:r>
      <w:r w:rsidRPr="007C6BED">
        <w:rPr>
          <w:rFonts w:ascii="Times New Roman" w:hAnsi="Times New Roman"/>
          <w:color w:val="000000"/>
          <w:sz w:val="28"/>
          <w:szCs w:val="28"/>
        </w:rPr>
        <w:t xml:space="preserve">  через </w:t>
      </w:r>
      <w:r>
        <w:rPr>
          <w:rFonts w:ascii="Times New Roman" w:hAnsi="Times New Roman"/>
          <w:color w:val="000000"/>
          <w:sz w:val="28"/>
          <w:szCs w:val="28"/>
        </w:rPr>
        <w:t>организацию образования</w:t>
      </w:r>
      <w:r w:rsidRPr="007C6BED">
        <w:rPr>
          <w:rFonts w:ascii="Times New Roman" w:hAnsi="Times New Roman"/>
          <w:color w:val="000000"/>
          <w:sz w:val="28"/>
          <w:szCs w:val="28"/>
        </w:rPr>
        <w:t>.</w:t>
      </w:r>
    </w:p>
    <w:p w:rsidR="00533AC5" w:rsidRPr="007C6BED" w:rsidRDefault="00533AC5" w:rsidP="00F45348">
      <w:pPr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5</w:t>
      </w:r>
      <w:r w:rsidRPr="007C6BED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7C6BED">
        <w:rPr>
          <w:rFonts w:ascii="Times New Roman" w:hAnsi="Times New Roman"/>
          <w:b/>
          <w:bCs/>
          <w:color w:val="000000"/>
          <w:sz w:val="28"/>
          <w:szCs w:val="28"/>
        </w:rPr>
        <w:t>«Прием документов и зачисление детей в дошкольные организации образования».</w:t>
      </w:r>
    </w:p>
    <w:p w:rsidR="00533AC5" w:rsidRPr="007C6BED" w:rsidRDefault="00533AC5" w:rsidP="00F45348">
      <w:pPr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6BED">
        <w:rPr>
          <w:rFonts w:ascii="Times New Roman" w:hAnsi="Times New Roman"/>
          <w:color w:val="000000"/>
          <w:sz w:val="28"/>
          <w:szCs w:val="28"/>
        </w:rPr>
        <w:t>Государственная услуга оказывается на бесплатной основе. </w:t>
      </w:r>
    </w:p>
    <w:p w:rsidR="00533AC5" w:rsidRPr="007C6BED" w:rsidRDefault="00533AC5" w:rsidP="00F45348">
      <w:pPr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6BED">
        <w:rPr>
          <w:rFonts w:ascii="Times New Roman" w:hAnsi="Times New Roman"/>
          <w:color w:val="000000"/>
          <w:sz w:val="28"/>
          <w:szCs w:val="28"/>
        </w:rPr>
        <w:t>Форма оказания государственных услуг —  бумажная. </w:t>
      </w:r>
    </w:p>
    <w:p w:rsidR="00533AC5" w:rsidRPr="007C6BED" w:rsidRDefault="00533AC5" w:rsidP="001C28A0">
      <w:pPr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6BED">
        <w:rPr>
          <w:rFonts w:ascii="Times New Roman" w:hAnsi="Times New Roman"/>
          <w:color w:val="000000"/>
          <w:sz w:val="28"/>
          <w:szCs w:val="28"/>
        </w:rPr>
        <w:t xml:space="preserve">В 2017 году оказано- 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7C6BED">
        <w:rPr>
          <w:rFonts w:ascii="Times New Roman" w:hAnsi="Times New Roman"/>
          <w:color w:val="000000"/>
          <w:sz w:val="28"/>
          <w:szCs w:val="28"/>
        </w:rPr>
        <w:t xml:space="preserve"> услуг  через  организации образования.</w:t>
      </w:r>
    </w:p>
    <w:p w:rsidR="00533AC5" w:rsidRPr="007C6BED" w:rsidRDefault="00533AC5" w:rsidP="00087265">
      <w:pPr>
        <w:spacing w:after="15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C6BED">
        <w:rPr>
          <w:rFonts w:ascii="Times New Roman" w:hAnsi="Times New Roman"/>
          <w:color w:val="000000"/>
          <w:sz w:val="28"/>
          <w:szCs w:val="28"/>
        </w:rPr>
        <w:t xml:space="preserve">Информация о порядке оказания государственных услуг размещена в </w:t>
      </w:r>
      <w:r>
        <w:rPr>
          <w:rFonts w:ascii="Times New Roman" w:hAnsi="Times New Roman"/>
          <w:color w:val="000000"/>
          <w:sz w:val="28"/>
          <w:szCs w:val="28"/>
        </w:rPr>
        <w:t xml:space="preserve">КГУ «Токтамысская СШ» а.Токтамыс </w:t>
      </w:r>
      <w:r w:rsidRPr="007C6BED">
        <w:rPr>
          <w:rFonts w:ascii="Times New Roman" w:hAnsi="Times New Roman"/>
          <w:color w:val="000000"/>
          <w:sz w:val="28"/>
          <w:szCs w:val="28"/>
        </w:rPr>
        <w:t> в общедоступных местах на информационном ст</w:t>
      </w:r>
      <w:r w:rsidRPr="007C6BED">
        <w:rPr>
          <w:rFonts w:ascii="Times New Roman" w:hAnsi="Times New Roman"/>
          <w:bCs/>
          <w:color w:val="000000"/>
          <w:sz w:val="28"/>
          <w:szCs w:val="28"/>
        </w:rPr>
        <w:t>е</w:t>
      </w:r>
      <w:r w:rsidRPr="007C6BED">
        <w:rPr>
          <w:rFonts w:ascii="Times New Roman" w:hAnsi="Times New Roman"/>
          <w:color w:val="000000"/>
          <w:sz w:val="28"/>
          <w:szCs w:val="28"/>
        </w:rPr>
        <w:t xml:space="preserve">нде, а также публикуется в районной газете  «Бұланды ақпарат». За 2017 год опубликовано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0</w:t>
      </w:r>
      <w:r w:rsidRPr="007C6BED">
        <w:rPr>
          <w:rFonts w:ascii="Times New Roman" w:hAnsi="Times New Roman"/>
          <w:color w:val="000000"/>
          <w:sz w:val="28"/>
          <w:szCs w:val="28"/>
        </w:rPr>
        <w:t xml:space="preserve"> статьи, проведено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1</w:t>
      </w:r>
      <w:r w:rsidRPr="007C6BED">
        <w:rPr>
          <w:rFonts w:ascii="Times New Roman" w:hAnsi="Times New Roman"/>
          <w:color w:val="000000"/>
          <w:sz w:val="28"/>
          <w:szCs w:val="28"/>
        </w:rPr>
        <w:t xml:space="preserve"> семинара.</w:t>
      </w:r>
    </w:p>
    <w:p w:rsidR="00533AC5" w:rsidRPr="007C6BED" w:rsidRDefault="00533AC5" w:rsidP="005068FA">
      <w:pPr>
        <w:spacing w:after="15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C6BED">
        <w:rPr>
          <w:rFonts w:ascii="Times New Roman" w:hAnsi="Times New Roman"/>
          <w:color w:val="000000"/>
          <w:sz w:val="28"/>
          <w:szCs w:val="28"/>
        </w:rPr>
        <w:t xml:space="preserve">С 1 января по 31 декабря 2017 года жалоб со стороны услугополучателей на </w:t>
      </w:r>
      <w:r>
        <w:rPr>
          <w:rFonts w:ascii="Times New Roman" w:hAnsi="Times New Roman"/>
          <w:color w:val="000000"/>
          <w:sz w:val="28"/>
          <w:szCs w:val="28"/>
        </w:rPr>
        <w:t xml:space="preserve">коммунальное </w:t>
      </w:r>
      <w:r w:rsidRPr="007C6BED">
        <w:rPr>
          <w:rFonts w:ascii="Times New Roman" w:hAnsi="Times New Roman"/>
          <w:color w:val="000000"/>
          <w:sz w:val="28"/>
          <w:szCs w:val="28"/>
        </w:rPr>
        <w:t xml:space="preserve">государственное учреждение </w:t>
      </w:r>
      <w:r>
        <w:rPr>
          <w:rFonts w:ascii="Times New Roman" w:hAnsi="Times New Roman"/>
          <w:color w:val="000000"/>
          <w:sz w:val="28"/>
          <w:szCs w:val="28"/>
        </w:rPr>
        <w:t xml:space="preserve">КГУ </w:t>
      </w:r>
      <w:r w:rsidRPr="007C6BED"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>Токтамысская СШ</w:t>
      </w:r>
      <w:r w:rsidRPr="007C6BED">
        <w:rPr>
          <w:rFonts w:ascii="Times New Roman" w:hAnsi="Times New Roman"/>
          <w:color w:val="000000"/>
          <w:sz w:val="28"/>
          <w:szCs w:val="28"/>
        </w:rPr>
        <w:t>» не поступало.</w:t>
      </w:r>
    </w:p>
    <w:p w:rsidR="00533AC5" w:rsidRDefault="00533AC5" w:rsidP="005068FA">
      <w:pPr>
        <w:spacing w:after="15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C6BED">
        <w:rPr>
          <w:rFonts w:ascii="Times New Roman" w:hAnsi="Times New Roman"/>
          <w:color w:val="000000"/>
          <w:sz w:val="28"/>
          <w:szCs w:val="28"/>
        </w:rPr>
        <w:t>Контактная информация:</w:t>
      </w:r>
    </w:p>
    <w:p w:rsidR="00533AC5" w:rsidRDefault="00533AC5" w:rsidP="005068FA">
      <w:pPr>
        <w:spacing w:after="15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а.Токтамыс, ул.Садовая №10, КГУ «Токтамысская средняя школа»</w:t>
      </w:r>
    </w:p>
    <w:p w:rsidR="00533AC5" w:rsidRPr="007C6BED" w:rsidRDefault="00533AC5" w:rsidP="00596ECD">
      <w:pPr>
        <w:spacing w:after="15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номер телефона:32-6-96, 32-7-50.</w:t>
      </w:r>
    </w:p>
    <w:p w:rsidR="00533AC5" w:rsidRPr="0013372F" w:rsidRDefault="00533AC5" w:rsidP="005068FA">
      <w:pPr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13372F">
        <w:rPr>
          <w:rFonts w:ascii="Times New Roman" w:hAnsi="Times New Roman"/>
          <w:sz w:val="28"/>
          <w:szCs w:val="28"/>
          <w:highlight w:val="yellow"/>
        </w:rPr>
        <w:t>Прием осуществляется в рабочие дни, кроме выходных и праздничных дней, с 8.30 до 18.30 часов перерыв на обед с 12.00 до 13.00 часов.</w:t>
      </w:r>
    </w:p>
    <w:p w:rsidR="00533AC5" w:rsidRPr="0013372F" w:rsidRDefault="00533AC5">
      <w:pPr>
        <w:rPr>
          <w:rFonts w:ascii="Times New Roman" w:hAnsi="Times New Roman"/>
          <w:sz w:val="28"/>
          <w:szCs w:val="28"/>
        </w:rPr>
      </w:pPr>
    </w:p>
    <w:sectPr w:rsidR="00533AC5" w:rsidRPr="0013372F" w:rsidSect="00B94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52293"/>
    <w:multiLevelType w:val="multilevel"/>
    <w:tmpl w:val="D42EA5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010C"/>
    <w:rsid w:val="00036839"/>
    <w:rsid w:val="0007010C"/>
    <w:rsid w:val="00087265"/>
    <w:rsid w:val="000C2323"/>
    <w:rsid w:val="000C7C15"/>
    <w:rsid w:val="000D422C"/>
    <w:rsid w:val="000F6687"/>
    <w:rsid w:val="00131472"/>
    <w:rsid w:val="0013372F"/>
    <w:rsid w:val="00141859"/>
    <w:rsid w:val="001674BE"/>
    <w:rsid w:val="001C28A0"/>
    <w:rsid w:val="001D39E1"/>
    <w:rsid w:val="001D5191"/>
    <w:rsid w:val="00211D97"/>
    <w:rsid w:val="00244E05"/>
    <w:rsid w:val="00280ED9"/>
    <w:rsid w:val="00281151"/>
    <w:rsid w:val="00291BBD"/>
    <w:rsid w:val="002F3754"/>
    <w:rsid w:val="002F5BF0"/>
    <w:rsid w:val="00300121"/>
    <w:rsid w:val="0031600C"/>
    <w:rsid w:val="0032425C"/>
    <w:rsid w:val="00360241"/>
    <w:rsid w:val="00396D57"/>
    <w:rsid w:val="004368F4"/>
    <w:rsid w:val="00463FB4"/>
    <w:rsid w:val="00501466"/>
    <w:rsid w:val="005068FA"/>
    <w:rsid w:val="0052594A"/>
    <w:rsid w:val="00533AC5"/>
    <w:rsid w:val="00534A89"/>
    <w:rsid w:val="00550739"/>
    <w:rsid w:val="00596ECD"/>
    <w:rsid w:val="005C45BD"/>
    <w:rsid w:val="006B1CAB"/>
    <w:rsid w:val="00757AA5"/>
    <w:rsid w:val="00761DDE"/>
    <w:rsid w:val="007637E9"/>
    <w:rsid w:val="007A5321"/>
    <w:rsid w:val="007C6BED"/>
    <w:rsid w:val="007D4C45"/>
    <w:rsid w:val="00827C11"/>
    <w:rsid w:val="00843B88"/>
    <w:rsid w:val="00885CD4"/>
    <w:rsid w:val="008C020E"/>
    <w:rsid w:val="00932474"/>
    <w:rsid w:val="0099164A"/>
    <w:rsid w:val="00A118C0"/>
    <w:rsid w:val="00A253BC"/>
    <w:rsid w:val="00AA3A95"/>
    <w:rsid w:val="00AC027E"/>
    <w:rsid w:val="00B940FD"/>
    <w:rsid w:val="00BD2303"/>
    <w:rsid w:val="00C170B1"/>
    <w:rsid w:val="00C636DA"/>
    <w:rsid w:val="00CA6E9E"/>
    <w:rsid w:val="00CF738B"/>
    <w:rsid w:val="00D06B8F"/>
    <w:rsid w:val="00D535F1"/>
    <w:rsid w:val="00E87D4B"/>
    <w:rsid w:val="00E928B8"/>
    <w:rsid w:val="00EC64DE"/>
    <w:rsid w:val="00F0641B"/>
    <w:rsid w:val="00F17DE7"/>
    <w:rsid w:val="00F22A19"/>
    <w:rsid w:val="00F45348"/>
    <w:rsid w:val="00F64CFB"/>
    <w:rsid w:val="00F76566"/>
    <w:rsid w:val="00FC1235"/>
    <w:rsid w:val="00FE3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0F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0701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07010C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5259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14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538</Words>
  <Characters>3072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Повышение качества государственных услуг населению это важный аспект противодействию  коррупции и повышения доверия граждан к деятельности государственных органов</dc:title>
  <dc:subject/>
  <dc:creator>user</dc:creator>
  <cp:keywords/>
  <dc:description/>
  <cp:lastModifiedBy>Матерова</cp:lastModifiedBy>
  <cp:revision>4</cp:revision>
  <cp:lastPrinted>2018-03-02T10:05:00Z</cp:lastPrinted>
  <dcterms:created xsi:type="dcterms:W3CDTF">2018-03-02T10:38:00Z</dcterms:created>
  <dcterms:modified xsi:type="dcterms:W3CDTF">2018-03-02T10:51:00Z</dcterms:modified>
</cp:coreProperties>
</file>